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Pr="00BF6DF2" w:rsidR="00267CC4" w:rsidTr="07394626" w14:paraId="40C1C4E9" w14:textId="77777777">
        <w:trPr>
          <w:trHeight w:val="1905"/>
        </w:trPr>
        <w:tc>
          <w:tcPr>
            <w:tcW w:w="6350" w:type="dxa"/>
            <w:shd w:val="clear" w:color="auto" w:fill="auto"/>
            <w:tcMar/>
          </w:tcPr>
          <w:p w:rsidRPr="00BF6DF2" w:rsidR="00D40650" w:rsidP="07394626" w:rsidRDefault="00386C03" w14:paraId="3FF88A37" w14:textId="77777777" w14:noSpellErr="1">
            <w:pPr>
              <w:pStyle w:val="TableContents"/>
              <w:rPr>
                <w:b w:val="1"/>
                <w:bCs w:val="1"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Square wrapText="bothSides"/>
                  <wp:docPr id="1" name="Picture 0" descr="riigihangete v-kom_vapp_est_black.jpg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  <w:tcMar/>
          </w:tcPr>
          <w:p w:rsidRPr="00BF6DF2" w:rsidR="00BC1A62" w:rsidP="00943834" w:rsidRDefault="00BC1A62" w14:paraId="3CDB3660" w14:textId="77777777">
            <w:pPr>
              <w:pStyle w:val="AK"/>
              <w:rPr>
                <w:sz w:val="24"/>
                <w:szCs w:val="24"/>
              </w:rPr>
            </w:pPr>
          </w:p>
        </w:tc>
      </w:tr>
    </w:tbl>
    <w:p w:rsidRPr="00B77659" w:rsidR="000250B1" w:rsidP="00D07CF4" w:rsidRDefault="001420D6" w14:paraId="737F65F5" w14:textId="048FDDAF">
      <w:pPr>
        <w:tabs>
          <w:tab w:val="left" w:pos="4253"/>
        </w:tabs>
        <w:spacing w:line="240" w:lineRule="auto"/>
        <w:ind w:right="-172"/>
        <w:rPr>
          <w:noProof/>
        </w:rPr>
      </w:pPr>
      <w:r w:rsidR="001420D6">
        <w:rPr/>
        <w:t>V</w:t>
      </w:r>
      <w:r w:rsidR="001420D6">
        <w:rPr/>
        <w:t>andeadvokaat Mart Parind</w:t>
      </w:r>
      <w:r>
        <w:tab/>
      </w:r>
      <w:r>
        <w:tab/>
      </w:r>
      <w:r>
        <w:tab/>
      </w:r>
      <w:r w:rsidRPr="36A28064" w:rsidR="007A0B7E">
        <w:rPr>
          <w:noProof/>
        </w:rPr>
        <w:t xml:space="preserve">    </w:t>
      </w:r>
      <w:r w:rsidRPr="36A28064" w:rsidR="009B5C42">
        <w:rPr>
          <w:noProof/>
        </w:rPr>
        <w:t>Meie</w:t>
      </w:r>
      <w:r w:rsidRPr="36A28064" w:rsidR="008E5D90">
        <w:rPr>
          <w:noProof/>
        </w:rPr>
        <w:t>:</w:t>
      </w:r>
      <w:r w:rsidRPr="36A28064" w:rsidR="009B5C42">
        <w:rPr>
          <w:noProof/>
        </w:rPr>
        <w:t xml:space="preserve"> </w:t>
      </w:r>
      <w:r w:rsidRPr="36A28064" w:rsidR="001420D6">
        <w:rPr>
          <w:noProof/>
        </w:rPr>
        <w:t>1</w:t>
      </w:r>
      <w:r w:rsidRPr="36A28064" w:rsidR="54A435BF">
        <w:rPr>
          <w:noProof/>
        </w:rPr>
        <w:t>2</w:t>
      </w:r>
      <w:r w:rsidRPr="36A28064" w:rsidR="004F4466">
        <w:rPr>
          <w:noProof/>
        </w:rPr>
        <w:t>.</w:t>
      </w:r>
      <w:r w:rsidRPr="36A28064" w:rsidR="009E32E0">
        <w:rPr>
          <w:noProof/>
        </w:rPr>
        <w:t>0</w:t>
      </w:r>
      <w:r w:rsidRPr="36A28064" w:rsidR="004B1AED">
        <w:rPr>
          <w:noProof/>
        </w:rPr>
        <w:t>6</w:t>
      </w:r>
      <w:r w:rsidRPr="36A28064" w:rsidR="009B5C42">
        <w:rPr>
          <w:noProof/>
        </w:rPr>
        <w:t>.202</w:t>
      </w:r>
      <w:r w:rsidRPr="36A28064" w:rsidR="005C3FBC">
        <w:rPr>
          <w:noProof/>
        </w:rPr>
        <w:t>5</w:t>
      </w:r>
      <w:r w:rsidRPr="36A28064" w:rsidR="009B5C42">
        <w:rPr>
          <w:noProof/>
        </w:rPr>
        <w:t xml:space="preserve"> nr 12.2-10/</w:t>
      </w:r>
      <w:r w:rsidRPr="36A28064" w:rsidR="00AA167A">
        <w:rPr>
          <w:noProof/>
        </w:rPr>
        <w:t>1</w:t>
      </w:r>
      <w:r w:rsidRPr="36A28064" w:rsidR="00DB0B70">
        <w:rPr>
          <w:noProof/>
        </w:rPr>
        <w:t>3</w:t>
      </w:r>
      <w:r w:rsidRPr="36A28064" w:rsidR="003707E0">
        <w:rPr>
          <w:noProof/>
        </w:rPr>
        <w:t>7</w:t>
      </w:r>
    </w:p>
    <w:p w:rsidRPr="00B77659" w:rsidR="004F4466" w:rsidP="005E1F39" w:rsidRDefault="00685DFC" w14:paraId="3C5547BC" w14:textId="09F34759">
      <w:pPr>
        <w:spacing w:line="240" w:lineRule="auto"/>
        <w:ind w:right="-172"/>
      </w:pPr>
      <w:proofErr w:type="spellStart"/>
      <w:r w:rsidRPr="00685DFC">
        <w:t>Transmitter</w:t>
      </w:r>
      <w:proofErr w:type="spellEnd"/>
      <w:r w:rsidRPr="00685DFC">
        <w:t xml:space="preserve"> OÜ </w:t>
      </w:r>
      <w:r w:rsidR="005E1F39">
        <w:t>e</w:t>
      </w:r>
      <w:r w:rsidRPr="00B77659" w:rsidR="008E5D90">
        <w:rPr>
          <w:noProof/>
        </w:rPr>
        <w:t>sindaja</w:t>
      </w:r>
    </w:p>
    <w:p w:rsidR="00624D79" w:rsidP="00897C92" w:rsidRDefault="006839DA" w14:paraId="2810756C" w14:textId="232169EA">
      <w:r w:rsidRPr="00430C90">
        <w:rPr>
          <w:noProof/>
        </w:rPr>
        <w:t>e-post:</w:t>
      </w:r>
      <w:r w:rsidR="00B77659">
        <w:rPr>
          <w:noProof/>
        </w:rPr>
        <w:t xml:space="preserve"> </w:t>
      </w:r>
      <w:hyperlink w:history="1" r:id="rId12">
        <w:r w:rsidRPr="000F7B8C" w:rsidR="003707E0">
          <w:rPr>
            <w:rStyle w:val="Hperlink"/>
          </w:rPr>
          <w:t>mart.parind@nove.ee</w:t>
        </w:r>
      </w:hyperlink>
      <w:r w:rsidR="003707E0">
        <w:t xml:space="preserve"> </w:t>
      </w:r>
    </w:p>
    <w:p w:rsidR="00897C92" w:rsidP="00897C92" w:rsidRDefault="00897C92" w14:paraId="12A59ADE" w14:textId="77777777">
      <w:pPr>
        <w:rPr>
          <w:noProof/>
        </w:rPr>
      </w:pPr>
    </w:p>
    <w:p w:rsidR="00990DF2" w:rsidP="001F4964" w:rsidRDefault="00897C92" w14:paraId="1DED51C9" w14:textId="3350F407">
      <w:pPr>
        <w:rPr>
          <w:noProof/>
        </w:rPr>
      </w:pPr>
      <w:r>
        <w:rPr>
          <w:noProof/>
        </w:rPr>
        <w:t>P</w:t>
      </w:r>
      <w:r w:rsidR="00990DF2">
        <w:rPr>
          <w:noProof/>
        </w:rPr>
        <w:t xml:space="preserve">r </w:t>
      </w:r>
      <w:r w:rsidR="005C20D3">
        <w:rPr>
          <w:noProof/>
        </w:rPr>
        <w:t>Kristi Orn</w:t>
      </w:r>
    </w:p>
    <w:p w:rsidRPr="00EB2CDE" w:rsidR="00430C90" w:rsidP="001F4964" w:rsidRDefault="005C20D3" w14:paraId="6B000EE4" w14:textId="449E2560">
      <w:r w:rsidRPr="005C20D3">
        <w:t>Päästeamet</w:t>
      </w:r>
      <w:r>
        <w:t xml:space="preserve">i </w:t>
      </w:r>
      <w:r w:rsidRPr="00EB2CDE" w:rsidR="00DE36B6">
        <w:rPr>
          <w:color w:val="000000" w:themeColor="text1"/>
        </w:rPr>
        <w:t>esindaja</w:t>
      </w:r>
    </w:p>
    <w:p w:rsidR="005E5BE3" w:rsidP="00F70145" w:rsidRDefault="00430C90" w14:paraId="30EE627D" w14:textId="4B414A9E">
      <w:pPr>
        <w:pStyle w:val="Default"/>
        <w:rPr>
          <w:noProof/>
        </w:rPr>
      </w:pPr>
      <w:r w:rsidRPr="00430C90">
        <w:rPr>
          <w:rFonts w:ascii="Times New Roman" w:hAnsi="Times New Roman" w:cs="Times New Roman"/>
          <w:color w:val="auto"/>
        </w:rPr>
        <w:t xml:space="preserve">e-post: </w:t>
      </w:r>
      <w:hyperlink w:history="1" r:id="rId13">
        <w:r w:rsidRPr="000F7B8C" w:rsidR="00F70145">
          <w:rPr>
            <w:rStyle w:val="Hperlink"/>
          </w:rPr>
          <w:t>kristi.orn@paasteamet.ee</w:t>
        </w:r>
      </w:hyperlink>
      <w:r w:rsidR="00F70145">
        <w:t xml:space="preserve"> </w:t>
      </w:r>
    </w:p>
    <w:p w:rsidR="00995423" w:rsidP="00995423" w:rsidRDefault="00995423" w14:paraId="1545C0C8" w14:textId="77777777">
      <w:pPr>
        <w:pStyle w:val="Vahedeta"/>
        <w:ind w:right="-172"/>
        <w:rPr>
          <w:rFonts w:cs="Times New Roman"/>
          <w:bCs/>
          <w:szCs w:val="24"/>
        </w:rPr>
      </w:pPr>
    </w:p>
    <w:p w:rsidRPr="00BF6DF2" w:rsidR="00BE239D" w:rsidP="00D07CF4" w:rsidRDefault="00BE239D" w14:paraId="78C2DAE0" w14:textId="77777777">
      <w:pPr>
        <w:pStyle w:val="Vahedeta"/>
        <w:ind w:right="-172"/>
        <w:rPr>
          <w:rFonts w:cs="Times New Roman"/>
          <w:bCs/>
          <w:szCs w:val="24"/>
        </w:rPr>
      </w:pPr>
    </w:p>
    <w:p w:rsidRPr="00BF6DF2" w:rsidR="00A90E78" w:rsidP="00D07CF4" w:rsidRDefault="00A67277" w14:paraId="63BA0A93" w14:textId="305876BE">
      <w:pPr>
        <w:pStyle w:val="Vahedeta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:rsidRPr="00A17FB0" w:rsidR="00D07CF4" w:rsidP="00D07CF4" w:rsidRDefault="00D07CF4" w14:paraId="6DC78ECB" w14:textId="77777777">
      <w:pPr>
        <w:pStyle w:val="Vahedeta"/>
        <w:ind w:right="-172"/>
        <w:rPr>
          <w:rFonts w:cs="Times New Roman"/>
          <w:szCs w:val="24"/>
        </w:rPr>
      </w:pPr>
    </w:p>
    <w:p w:rsidRPr="00A17FB0" w:rsidR="00A67277" w:rsidP="00CC4F4C" w:rsidRDefault="00A67277" w14:paraId="5B451B07" w14:textId="75354FF5">
      <w:pPr>
        <w:pStyle w:val="Vahedeta"/>
        <w:ind w:right="-172"/>
        <w:rPr>
          <w:rFonts w:cs="Times New Roman"/>
          <w:szCs w:val="24"/>
          <w:u w:val="single"/>
        </w:rPr>
      </w:pPr>
      <w:r w:rsidRPr="00A17FB0">
        <w:rPr>
          <w:rFonts w:cs="Times New Roman"/>
          <w:szCs w:val="24"/>
        </w:rPr>
        <w:t xml:space="preserve">Teatame, et </w:t>
      </w:r>
      <w:r w:rsidRPr="00A17FB0" w:rsidR="00B33F3A">
        <w:rPr>
          <w:rFonts w:cs="Times New Roman"/>
          <w:szCs w:val="24"/>
        </w:rPr>
        <w:t xml:space="preserve">Riigihangete </w:t>
      </w:r>
      <w:r w:rsidRPr="00A17FB0">
        <w:rPr>
          <w:rFonts w:cs="Times New Roman"/>
          <w:szCs w:val="24"/>
        </w:rPr>
        <w:t xml:space="preserve">vaidlustuskomisjon vaatab riigihangete seaduse (edaspidi RHS) § 195 lg 2 ja § 196 lg 1 alusel </w:t>
      </w:r>
      <w:r w:rsidRPr="005C20D3" w:rsidR="005C20D3">
        <w:t>Päästeamet</w:t>
      </w:r>
      <w:r w:rsidR="005C20D3">
        <w:t xml:space="preserve">i </w:t>
      </w:r>
      <w:r w:rsidR="00DF5C8E">
        <w:t>riigihankes</w:t>
      </w:r>
      <w:r w:rsidR="00B73543">
        <w:rPr>
          <w:bCs/>
        </w:rPr>
        <w:t xml:space="preserve"> </w:t>
      </w:r>
      <w:r w:rsidRPr="00DA257B" w:rsidR="00B73543">
        <w:rPr>
          <w:bCs/>
        </w:rPr>
        <w:t>„</w:t>
      </w:r>
      <w:r w:rsidRPr="0028164D" w:rsidR="0028164D">
        <w:t>Magamisaluste ostmine“ (viitenumber 289722)</w:t>
      </w:r>
      <w:r w:rsidR="0028164D">
        <w:t xml:space="preserve"> </w:t>
      </w:r>
      <w:proofErr w:type="spellStart"/>
      <w:r w:rsidRPr="00685DFC" w:rsidR="00685DFC">
        <w:t>Transmitter</w:t>
      </w:r>
      <w:proofErr w:type="spellEnd"/>
      <w:r w:rsidRPr="00685DFC" w:rsidR="00685DFC">
        <w:t xml:space="preserve"> OÜ </w:t>
      </w:r>
      <w:r w:rsidRPr="00430C90">
        <w:rPr>
          <w:rFonts w:cs="Times New Roman"/>
          <w:szCs w:val="24"/>
        </w:rPr>
        <w:t xml:space="preserve">esitatud vaidlustuse läbi </w:t>
      </w:r>
      <w:r w:rsidRPr="00A17FB0">
        <w:rPr>
          <w:rFonts w:cs="Times New Roman"/>
          <w:szCs w:val="24"/>
        </w:rPr>
        <w:t xml:space="preserve">kirjalikus </w:t>
      </w:r>
      <w:r w:rsidRPr="00C91878">
        <w:rPr>
          <w:rFonts w:cs="Times New Roman"/>
          <w:szCs w:val="24"/>
        </w:rPr>
        <w:t>menetluses (</w:t>
      </w:r>
      <w:r w:rsidRPr="00C91878" w:rsidR="00306FFF">
        <w:rPr>
          <w:rFonts w:cs="Times New Roman"/>
          <w:szCs w:val="24"/>
        </w:rPr>
        <w:t>hankija</w:t>
      </w:r>
      <w:r w:rsidR="00CE49B4">
        <w:rPr>
          <w:rFonts w:cs="Times New Roman"/>
          <w:szCs w:val="24"/>
        </w:rPr>
        <w:t xml:space="preserve"> </w:t>
      </w:r>
      <w:r w:rsidRPr="00C91878" w:rsidR="00381D5F">
        <w:rPr>
          <w:rFonts w:cs="Times New Roman"/>
          <w:szCs w:val="24"/>
        </w:rPr>
        <w:t>v</w:t>
      </w:r>
      <w:r w:rsidRPr="00C91878" w:rsidR="00676483">
        <w:rPr>
          <w:rFonts w:cs="Times New Roman"/>
          <w:szCs w:val="24"/>
        </w:rPr>
        <w:t xml:space="preserve">astus </w:t>
      </w:r>
      <w:r w:rsidRPr="00A17FB0" w:rsidR="00676483">
        <w:rPr>
          <w:rFonts w:cs="Times New Roman"/>
          <w:szCs w:val="24"/>
        </w:rPr>
        <w:t>lisatud</w:t>
      </w:r>
      <w:r w:rsidRPr="00A17FB0" w:rsidR="00933920">
        <w:rPr>
          <w:rFonts w:cs="Times New Roman"/>
          <w:szCs w:val="24"/>
        </w:rPr>
        <w:t>).</w:t>
      </w:r>
    </w:p>
    <w:p w:rsidRPr="00A17FB0" w:rsidR="006F1FD3" w:rsidP="00D07CF4" w:rsidRDefault="006F1FD3" w14:paraId="61A69592" w14:textId="77777777">
      <w:pPr>
        <w:pStyle w:val="Vahedeta"/>
        <w:ind w:right="-172"/>
        <w:rPr>
          <w:rFonts w:cs="Times New Roman"/>
          <w:szCs w:val="24"/>
        </w:rPr>
      </w:pPr>
    </w:p>
    <w:p w:rsidRPr="00A17FB0" w:rsidR="00A67277" w:rsidP="00D07CF4" w:rsidRDefault="00A67277" w14:paraId="52F8DCB6" w14:textId="58852085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Pr="00A17FB0" w:rsidR="006839DA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:rsidRPr="00A17FB0" w:rsidR="00A67277" w:rsidP="00D07CF4" w:rsidRDefault="00A67277" w14:paraId="30381A1E" w14:textId="77777777">
      <w:pPr>
        <w:pStyle w:val="Vahedeta"/>
        <w:ind w:right="-172"/>
        <w:rPr>
          <w:rFonts w:cs="Times New Roman"/>
          <w:szCs w:val="24"/>
        </w:rPr>
      </w:pPr>
    </w:p>
    <w:p w:rsidRPr="00A17FB0" w:rsidR="00A67277" w:rsidP="2D40C4E3" w:rsidRDefault="00A67277" w14:paraId="734ECF3B" w14:textId="7BF2CE8F">
      <w:pPr>
        <w:pStyle w:val="Vahedeta"/>
        <w:ind w:right="-172"/>
        <w:rPr>
          <w:rFonts w:cs="Times New Roman"/>
        </w:rPr>
      </w:pPr>
      <w:r w:rsidRPr="2D40C4E3" w:rsidR="00A67277">
        <w:rPr>
          <w:rFonts w:cs="Times New Roman"/>
        </w:rPr>
        <w:t>RHS § 196 l</w:t>
      </w:r>
      <w:r w:rsidRPr="2D40C4E3" w:rsidR="00927B01">
        <w:rPr>
          <w:rFonts w:cs="Times New Roman"/>
        </w:rPr>
        <w:t>g</w:t>
      </w:r>
      <w:r w:rsidRPr="2D40C4E3" w:rsidR="00A67277">
        <w:rPr>
          <w:rFonts w:cs="Times New Roman"/>
        </w:rPr>
        <w:t xml:space="preserve"> 3 alusel teatab vaidlustuskomisjon, et otsuse avalikult teatavaks tegemise aeg on </w:t>
      </w:r>
      <w:r w:rsidRPr="2D40C4E3" w:rsidR="00287BAB">
        <w:rPr>
          <w:rFonts w:cs="Times New Roman"/>
          <w:b w:val="1"/>
          <w:bCs w:val="1"/>
          <w:u w:val="single"/>
        </w:rPr>
        <w:t>2</w:t>
      </w:r>
      <w:r w:rsidRPr="2D40C4E3" w:rsidR="53BBFE56">
        <w:rPr>
          <w:rFonts w:cs="Times New Roman"/>
          <w:b w:val="1"/>
          <w:bCs w:val="1"/>
          <w:u w:val="single"/>
        </w:rPr>
        <w:t>7</w:t>
      </w:r>
      <w:r w:rsidRPr="2D40C4E3" w:rsidR="007A0B7E">
        <w:rPr>
          <w:rFonts w:cs="Times New Roman"/>
          <w:b w:val="1"/>
          <w:bCs w:val="1"/>
          <w:u w:val="single"/>
        </w:rPr>
        <w:t>.</w:t>
      </w:r>
      <w:r w:rsidRPr="2D40C4E3" w:rsidR="00180178">
        <w:rPr>
          <w:rFonts w:cs="Times New Roman"/>
          <w:b w:val="1"/>
          <w:bCs w:val="1"/>
          <w:u w:val="single"/>
        </w:rPr>
        <w:t>0</w:t>
      </w:r>
      <w:r w:rsidRPr="2D40C4E3" w:rsidR="005F3AB9">
        <w:rPr>
          <w:rFonts w:cs="Times New Roman"/>
          <w:b w:val="1"/>
          <w:bCs w:val="1"/>
          <w:u w:val="single"/>
        </w:rPr>
        <w:t>6</w:t>
      </w:r>
      <w:r w:rsidRPr="2D40C4E3" w:rsidR="001C17A0">
        <w:rPr>
          <w:rFonts w:cs="Times New Roman"/>
          <w:b w:val="1"/>
          <w:bCs w:val="1"/>
          <w:u w:val="single"/>
        </w:rPr>
        <w:t>.</w:t>
      </w:r>
      <w:r w:rsidRPr="2D40C4E3" w:rsidR="003C2712">
        <w:rPr>
          <w:rFonts w:cs="Times New Roman"/>
          <w:b w:val="1"/>
          <w:bCs w:val="1"/>
          <w:u w:val="single"/>
        </w:rPr>
        <w:t>202</w:t>
      </w:r>
      <w:r w:rsidRPr="2D40C4E3" w:rsidR="00180178">
        <w:rPr>
          <w:rFonts w:cs="Times New Roman"/>
          <w:b w:val="1"/>
          <w:bCs w:val="1"/>
          <w:u w:val="single"/>
        </w:rPr>
        <w:t>5</w:t>
      </w:r>
      <w:r w:rsidRPr="2D40C4E3" w:rsidR="00A67277">
        <w:rPr>
          <w:rFonts w:cs="Times New Roman"/>
          <w:b w:val="1"/>
          <w:bCs w:val="1"/>
          <w:u w:val="single"/>
        </w:rPr>
        <w:t>.</w:t>
      </w:r>
      <w:r w:rsidRPr="2D40C4E3" w:rsidR="00A67277">
        <w:rPr>
          <w:rFonts w:cs="Times New Roman"/>
        </w:rPr>
        <w:t xml:space="preserve"> </w:t>
      </w:r>
      <w:r w:rsidRPr="2D40C4E3" w:rsidR="00A67277">
        <w:rPr>
          <w:rFonts w:cs="Times New Roman"/>
        </w:rPr>
        <w:t>Otsus edastatakse menetlusosaliste e-posti aadressidele.</w:t>
      </w:r>
    </w:p>
    <w:p w:rsidRPr="00A17FB0" w:rsidR="00A67277" w:rsidP="00D07CF4" w:rsidRDefault="00A67277" w14:paraId="3170FE93" w14:textId="7A042737">
      <w:pPr>
        <w:pStyle w:val="Vahedeta"/>
        <w:ind w:right="-172"/>
        <w:rPr>
          <w:rFonts w:cs="Times New Roman"/>
          <w:szCs w:val="24"/>
        </w:rPr>
      </w:pPr>
    </w:p>
    <w:p w:rsidRPr="00453E63" w:rsidR="008C374E" w:rsidP="36A28064" w:rsidRDefault="008C374E" w14:paraId="0E2737C1" w14:textId="296DBC30">
      <w:pPr>
        <w:pStyle w:val="Vahedeta"/>
        <w:ind w:right="-172"/>
        <w:rPr>
          <w:rFonts w:cs="Times New Roman"/>
          <w:color w:val="000000" w:themeColor="text1"/>
        </w:rPr>
      </w:pPr>
      <w:r w:rsidRPr="36A28064" w:rsidR="008C374E">
        <w:rPr>
          <w:rFonts w:cs="Times New Roman"/>
          <w:color w:val="000000" w:themeColor="text1" w:themeTint="FF" w:themeShade="FF"/>
        </w:rPr>
        <w:t xml:space="preserve">Lähtudes RHS § 196 </w:t>
      </w:r>
      <w:r w:rsidRPr="36A28064" w:rsidR="008C374E">
        <w:rPr>
          <w:rFonts w:cs="Times New Roman"/>
          <w:color w:val="000000" w:themeColor="text1" w:themeTint="FF" w:themeShade="FF"/>
        </w:rPr>
        <w:t>lg-st</w:t>
      </w:r>
      <w:r w:rsidRPr="36A28064" w:rsidR="008C374E">
        <w:rPr>
          <w:rFonts w:cs="Times New Roman"/>
          <w:color w:val="000000" w:themeColor="text1" w:themeTint="FF" w:themeShade="FF"/>
        </w:rPr>
        <w:t xml:space="preserve"> 3 on menetlusosalistel võimalik esitada vaidlustuskomisjonile täiendavaid selgitusi ja dokumente, sh menetluskulude taotlusi, kuni </w:t>
      </w:r>
      <w:r w:rsidRPr="36A28064" w:rsidR="00C712E3">
        <w:rPr>
          <w:rFonts w:cs="Times New Roman"/>
          <w:b w:val="1"/>
          <w:bCs w:val="1"/>
          <w:color w:val="000000" w:themeColor="text1" w:themeTint="FF" w:themeShade="FF"/>
          <w:u w:val="single"/>
        </w:rPr>
        <w:t>1</w:t>
      </w:r>
      <w:r w:rsidRPr="36A28064" w:rsidR="3ABAA368">
        <w:rPr>
          <w:rFonts w:cs="Times New Roman"/>
          <w:b w:val="1"/>
          <w:bCs w:val="1"/>
          <w:color w:val="000000" w:themeColor="text1" w:themeTint="FF" w:themeShade="FF"/>
          <w:u w:val="single"/>
        </w:rPr>
        <w:t>7</w:t>
      </w:r>
      <w:r w:rsidRPr="36A28064" w:rsidR="007A0B7E">
        <w:rPr>
          <w:rFonts w:cs="Times New Roman"/>
          <w:b w:val="1"/>
          <w:bCs w:val="1"/>
          <w:color w:val="000000" w:themeColor="text1" w:themeTint="FF" w:themeShade="FF"/>
          <w:u w:val="single"/>
        </w:rPr>
        <w:t>.</w:t>
      </w:r>
      <w:r w:rsidRPr="36A28064" w:rsidR="009E32E0">
        <w:rPr>
          <w:rFonts w:cs="Times New Roman"/>
          <w:b w:val="1"/>
          <w:bCs w:val="1"/>
          <w:color w:val="000000" w:themeColor="text1" w:themeTint="FF" w:themeShade="FF"/>
          <w:u w:val="single"/>
        </w:rPr>
        <w:t>0</w:t>
      </w:r>
      <w:r w:rsidRPr="36A28064" w:rsidR="009F045D">
        <w:rPr>
          <w:rFonts w:cs="Times New Roman"/>
          <w:b w:val="1"/>
          <w:bCs w:val="1"/>
          <w:color w:val="000000" w:themeColor="text1" w:themeTint="FF" w:themeShade="FF"/>
          <w:u w:val="single"/>
        </w:rPr>
        <w:t>6</w:t>
      </w:r>
      <w:r w:rsidRPr="36A28064" w:rsidR="008C4DCC">
        <w:rPr>
          <w:rFonts w:cs="Times New Roman"/>
          <w:b w:val="1"/>
          <w:bCs w:val="1"/>
          <w:color w:val="000000" w:themeColor="text1" w:themeTint="FF" w:themeShade="FF"/>
          <w:u w:val="single"/>
        </w:rPr>
        <w:t>.202</w:t>
      </w:r>
      <w:r w:rsidRPr="36A28064" w:rsidR="00180178">
        <w:rPr>
          <w:rFonts w:cs="Times New Roman"/>
          <w:b w:val="1"/>
          <w:bCs w:val="1"/>
          <w:color w:val="000000" w:themeColor="text1" w:themeTint="FF" w:themeShade="FF"/>
          <w:u w:val="single"/>
        </w:rPr>
        <w:t>5</w:t>
      </w:r>
      <w:r w:rsidRPr="36A28064" w:rsidR="008C374E">
        <w:rPr>
          <w:rFonts w:cs="Times New Roman"/>
          <w:color w:val="000000" w:themeColor="text1" w:themeTint="FF" w:themeShade="FF"/>
        </w:rPr>
        <w:t>. Selleks tähtajaks laekunud selgitustele on teis</w:t>
      </w:r>
      <w:r w:rsidRPr="36A28064" w:rsidR="00453E63">
        <w:rPr>
          <w:rFonts w:cs="Times New Roman"/>
          <w:color w:val="000000" w:themeColor="text1" w:themeTint="FF" w:themeShade="FF"/>
        </w:rPr>
        <w:t>t</w:t>
      </w:r>
      <w:r w:rsidRPr="36A28064" w:rsidR="008C374E">
        <w:rPr>
          <w:rFonts w:cs="Times New Roman"/>
          <w:color w:val="000000" w:themeColor="text1" w:themeTint="FF" w:themeShade="FF"/>
        </w:rPr>
        <w:t>el menetlusosalis</w:t>
      </w:r>
      <w:r w:rsidRPr="36A28064" w:rsidR="00453E63">
        <w:rPr>
          <w:rFonts w:cs="Times New Roman"/>
          <w:color w:val="000000" w:themeColor="text1" w:themeTint="FF" w:themeShade="FF"/>
        </w:rPr>
        <w:t>t</w:t>
      </w:r>
      <w:r w:rsidRPr="36A28064" w:rsidR="008C374E">
        <w:rPr>
          <w:rFonts w:cs="Times New Roman"/>
          <w:color w:val="000000" w:themeColor="text1" w:themeTint="FF" w:themeShade="FF"/>
        </w:rPr>
        <w:t xml:space="preserve">el võimalik vastata ja esitatud dokumentide ning taotluste kohta seisukohti esitada kuni </w:t>
      </w:r>
      <w:r w:rsidRPr="36A28064" w:rsidR="3439690C">
        <w:rPr>
          <w:rFonts w:cs="Times New Roman"/>
          <w:b w:val="1"/>
          <w:bCs w:val="1"/>
          <w:color w:val="000000" w:themeColor="text1" w:themeTint="FF" w:themeShade="FF"/>
          <w:u w:val="single"/>
        </w:rPr>
        <w:t>20</w:t>
      </w:r>
      <w:r w:rsidRPr="36A28064" w:rsidR="007A0B7E">
        <w:rPr>
          <w:rFonts w:cs="Times New Roman"/>
          <w:b w:val="1"/>
          <w:bCs w:val="1"/>
          <w:color w:val="000000" w:themeColor="text1" w:themeTint="FF" w:themeShade="FF"/>
          <w:u w:val="single"/>
        </w:rPr>
        <w:t>.</w:t>
      </w:r>
      <w:r w:rsidRPr="36A28064" w:rsidR="009E32E0">
        <w:rPr>
          <w:rFonts w:cs="Times New Roman"/>
          <w:b w:val="1"/>
          <w:bCs w:val="1"/>
          <w:color w:val="000000" w:themeColor="text1" w:themeTint="FF" w:themeShade="FF"/>
          <w:u w:val="single"/>
        </w:rPr>
        <w:t>0</w:t>
      </w:r>
      <w:r w:rsidRPr="36A28064" w:rsidR="00DB2320">
        <w:rPr>
          <w:rFonts w:cs="Times New Roman"/>
          <w:b w:val="1"/>
          <w:bCs w:val="1"/>
          <w:color w:val="000000" w:themeColor="text1" w:themeTint="FF" w:themeShade="FF"/>
          <w:u w:val="single"/>
        </w:rPr>
        <w:t>6</w:t>
      </w:r>
      <w:r w:rsidRPr="36A28064" w:rsidR="008C4DCC">
        <w:rPr>
          <w:rFonts w:cs="Times New Roman"/>
          <w:b w:val="1"/>
          <w:bCs w:val="1"/>
          <w:color w:val="000000" w:themeColor="text1" w:themeTint="FF" w:themeShade="FF"/>
          <w:u w:val="single"/>
        </w:rPr>
        <w:t>.202</w:t>
      </w:r>
      <w:r w:rsidRPr="36A28064" w:rsidR="00180178">
        <w:rPr>
          <w:rFonts w:cs="Times New Roman"/>
          <w:b w:val="1"/>
          <w:bCs w:val="1"/>
          <w:color w:val="000000" w:themeColor="text1" w:themeTint="FF" w:themeShade="FF"/>
          <w:u w:val="single"/>
        </w:rPr>
        <w:t>5</w:t>
      </w:r>
      <w:r w:rsidRPr="36A28064" w:rsidR="008C374E">
        <w:rPr>
          <w:rFonts w:cs="Times New Roman"/>
          <w:color w:val="000000" w:themeColor="text1" w:themeTint="FF" w:themeShade="FF"/>
        </w:rPr>
        <w:t xml:space="preserve">. Vaidlustuskomisjon palub </w:t>
      </w:r>
      <w:r w:rsidRPr="36A28064" w:rsidR="00453E63">
        <w:rPr>
          <w:rFonts w:cs="Times New Roman"/>
          <w:color w:val="000000" w:themeColor="text1" w:themeTint="FF" w:themeShade="FF"/>
        </w:rPr>
        <w:t>menetlusosa</w:t>
      </w:r>
      <w:r w:rsidRPr="36A28064" w:rsidR="00213235">
        <w:rPr>
          <w:rFonts w:cs="Times New Roman"/>
          <w:color w:val="000000" w:themeColor="text1" w:themeTint="FF" w:themeShade="FF"/>
        </w:rPr>
        <w:t>l</w:t>
      </w:r>
      <w:r w:rsidRPr="36A28064" w:rsidR="00453E63">
        <w:rPr>
          <w:rFonts w:cs="Times New Roman"/>
          <w:color w:val="000000" w:themeColor="text1" w:themeTint="FF" w:themeShade="FF"/>
        </w:rPr>
        <w:t xml:space="preserve">istel </w:t>
      </w:r>
      <w:r w:rsidRPr="36A28064" w:rsidR="008C374E">
        <w:rPr>
          <w:rFonts w:cs="Times New Roman"/>
          <w:color w:val="000000" w:themeColor="text1" w:themeTint="FF" w:themeShade="FF"/>
        </w:rPr>
        <w:t xml:space="preserve">mitte korrata juba esitatut. </w:t>
      </w:r>
    </w:p>
    <w:p w:rsidRPr="009926F8" w:rsidR="008C374E" w:rsidP="00CC310B" w:rsidRDefault="008C374E" w14:paraId="0C615C86" w14:textId="77777777">
      <w:pPr>
        <w:pStyle w:val="Vahedeta"/>
        <w:ind w:right="-172"/>
        <w:rPr>
          <w:rFonts w:cs="Times New Roman"/>
          <w:color w:val="000000" w:themeColor="text1"/>
          <w:szCs w:val="24"/>
        </w:rPr>
      </w:pPr>
    </w:p>
    <w:p w:rsidRPr="00A562BF" w:rsidR="00063ADA" w:rsidP="2D40C4E3" w:rsidRDefault="00063ADA" w14:paraId="52AE95D1" w14:textId="37C88222">
      <w:pPr>
        <w:pStyle w:val="Vahedeta"/>
        <w:ind w:right="-172"/>
        <w:rPr>
          <w:rFonts w:cs="Times New Roman"/>
        </w:rPr>
      </w:pPr>
      <w:r w:rsidRPr="2D40C4E3" w:rsidR="00063ADA">
        <w:rPr>
          <w:rFonts w:cs="Times New Roman"/>
          <w:b w:val="1"/>
          <w:bCs w:val="1"/>
          <w:u w:val="single"/>
        </w:rPr>
        <w:t>Palume kõik menetlusdokumendid saata samaaegselt ka tei</w:t>
      </w:r>
      <w:r w:rsidRPr="2D40C4E3" w:rsidR="4067D6C1">
        <w:rPr>
          <w:rFonts w:cs="Times New Roman"/>
          <w:b w:val="1"/>
          <w:bCs w:val="1"/>
          <w:u w:val="single"/>
        </w:rPr>
        <w:t>s</w:t>
      </w:r>
      <w:r w:rsidRPr="2D40C4E3" w:rsidR="00063ADA">
        <w:rPr>
          <w:rFonts w:cs="Times New Roman"/>
          <w:b w:val="1"/>
          <w:bCs w:val="1"/>
          <w:u w:val="single"/>
        </w:rPr>
        <w:t>ele menetlusosali</w:t>
      </w:r>
      <w:r w:rsidRPr="2D40C4E3" w:rsidR="487DBCE2">
        <w:rPr>
          <w:rFonts w:cs="Times New Roman"/>
          <w:b w:val="1"/>
          <w:bCs w:val="1"/>
          <w:u w:val="single"/>
        </w:rPr>
        <w:t>se</w:t>
      </w:r>
      <w:r w:rsidRPr="2D40C4E3" w:rsidR="00063ADA">
        <w:rPr>
          <w:rFonts w:cs="Times New Roman"/>
          <w:b w:val="1"/>
          <w:bCs w:val="1"/>
          <w:u w:val="single"/>
        </w:rPr>
        <w:t>le</w:t>
      </w:r>
      <w:r w:rsidRPr="2D40C4E3" w:rsidR="00A562BF">
        <w:rPr>
          <w:rFonts w:cs="Times New Roman"/>
          <w:b w:val="1"/>
          <w:bCs w:val="1"/>
          <w:u w:val="single"/>
        </w:rPr>
        <w:t xml:space="preserve"> </w:t>
      </w:r>
      <w:r w:rsidRPr="2D40C4E3" w:rsidR="00A562BF">
        <w:rPr>
          <w:rFonts w:cs="Times New Roman"/>
        </w:rPr>
        <w:t>(e-posti aadressid on käesolevas kirjas olemas)</w:t>
      </w:r>
      <w:r w:rsidRPr="2D40C4E3" w:rsidR="00063ADA">
        <w:rPr>
          <w:rFonts w:cs="Times New Roman"/>
        </w:rPr>
        <w:t>.</w:t>
      </w:r>
    </w:p>
    <w:p w:rsidR="008F27CE" w:rsidP="00063ADA" w:rsidRDefault="008F27CE" w14:paraId="59EEA07B" w14:textId="328F6CB9">
      <w:pPr>
        <w:pStyle w:val="Vahedeta"/>
        <w:rPr>
          <w:rFonts w:cs="Times New Roman"/>
          <w:szCs w:val="24"/>
        </w:rPr>
      </w:pPr>
    </w:p>
    <w:p w:rsidRPr="00A17FB0" w:rsidR="008F27CE" w:rsidP="00063ADA" w:rsidRDefault="008F27CE" w14:paraId="434ABE1D" w14:textId="77777777">
      <w:pPr>
        <w:pStyle w:val="Vahedeta"/>
        <w:rPr>
          <w:rFonts w:cs="Times New Roman"/>
          <w:szCs w:val="24"/>
        </w:rPr>
      </w:pPr>
    </w:p>
    <w:p w:rsidRPr="00A17FB0" w:rsidR="00A67277" w:rsidP="00D07CF4" w:rsidRDefault="00A67277" w14:paraId="6BF02F1B" w14:textId="77777777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:rsidRPr="00A17FB0" w:rsidR="00A67277" w:rsidP="00D07CF4" w:rsidRDefault="00A67277" w14:paraId="1A79D169" w14:textId="77777777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:rsidRPr="00A17FB0" w:rsidR="00A67277" w:rsidP="00D07CF4" w:rsidRDefault="005B1EED" w14:paraId="4E636144" w14:textId="4668726A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:rsidRPr="00A17FB0" w:rsidR="006F1FD3" w:rsidP="00D07CF4" w:rsidRDefault="00A67277" w14:paraId="02D211C2" w14:textId="2749689A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:rsidRPr="00A17FB0" w:rsidR="00C45B7C" w:rsidP="00D07CF4" w:rsidRDefault="00C45B7C" w14:paraId="3D1CD489" w14:textId="77777777">
      <w:pPr>
        <w:pStyle w:val="Vahedeta"/>
        <w:ind w:right="-172"/>
        <w:rPr>
          <w:rFonts w:cs="Times New Roman"/>
          <w:szCs w:val="24"/>
        </w:rPr>
      </w:pPr>
    </w:p>
    <w:p w:rsidR="00A67277" w:rsidP="00D07CF4" w:rsidRDefault="00306FFF" w14:paraId="4333AC67" w14:textId="7944DCCA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Lisa: </w:t>
      </w:r>
      <w:r w:rsidRPr="00C91878" w:rsidR="00676483">
        <w:rPr>
          <w:rFonts w:cs="Times New Roman"/>
          <w:szCs w:val="24"/>
        </w:rPr>
        <w:t>hankija</w:t>
      </w:r>
      <w:r w:rsidR="00DA351A">
        <w:rPr>
          <w:rFonts w:cs="Times New Roman"/>
          <w:szCs w:val="24"/>
        </w:rPr>
        <w:t xml:space="preserve"> </w:t>
      </w:r>
      <w:r w:rsidRPr="00C91878" w:rsidR="00676483">
        <w:rPr>
          <w:rFonts w:cs="Times New Roman"/>
          <w:szCs w:val="24"/>
        </w:rPr>
        <w:t>vastus</w:t>
      </w:r>
    </w:p>
    <w:p w:rsidR="00066F9F" w:rsidP="00D07CF4" w:rsidRDefault="00066F9F" w14:paraId="13AAE674" w14:textId="77777777">
      <w:pPr>
        <w:pStyle w:val="Vahedeta"/>
        <w:ind w:right="-172"/>
        <w:rPr>
          <w:rFonts w:cs="Times New Roman"/>
          <w:szCs w:val="24"/>
        </w:rPr>
      </w:pPr>
    </w:p>
    <w:p w:rsidR="00066F9F" w:rsidP="00D07CF4" w:rsidRDefault="00066F9F" w14:paraId="2243E08C" w14:textId="77777777">
      <w:pPr>
        <w:pStyle w:val="Vahedeta"/>
        <w:ind w:right="-172"/>
        <w:rPr>
          <w:rFonts w:cs="Times New Roman"/>
          <w:szCs w:val="24"/>
        </w:rPr>
      </w:pPr>
    </w:p>
    <w:p w:rsidR="00E23C4E" w:rsidP="00D07CF4" w:rsidRDefault="00E23C4E" w14:paraId="7C42F0BA" w14:textId="77777777">
      <w:pPr>
        <w:pStyle w:val="Vahedeta"/>
        <w:ind w:right="-172"/>
        <w:rPr>
          <w:rFonts w:cs="Times New Roman"/>
          <w:szCs w:val="24"/>
        </w:rPr>
      </w:pPr>
    </w:p>
    <w:p w:rsidR="00E23C4E" w:rsidP="00D07CF4" w:rsidRDefault="00E23C4E" w14:paraId="12DF5315" w14:textId="77777777">
      <w:pPr>
        <w:pStyle w:val="Vahedeta"/>
        <w:ind w:right="-172"/>
        <w:rPr>
          <w:rFonts w:cs="Times New Roman"/>
          <w:szCs w:val="24"/>
        </w:rPr>
      </w:pPr>
    </w:p>
    <w:p w:rsidR="008B4491" w:rsidP="00D07CF4" w:rsidRDefault="008B4491" w14:paraId="5DF6ABE8" w14:textId="77777777">
      <w:pPr>
        <w:pStyle w:val="Vahedeta"/>
        <w:ind w:right="-172"/>
        <w:rPr>
          <w:rFonts w:cs="Times New Roman"/>
          <w:szCs w:val="24"/>
        </w:rPr>
      </w:pPr>
    </w:p>
    <w:p w:rsidRPr="00AD3F39" w:rsidR="00C36233" w:rsidP="00AD3F39" w:rsidRDefault="00C36233" w14:paraId="2EDC9B91" w14:textId="1C8ED975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w:history="1" r:id="rId14">
        <w:r w:rsidRPr="002D7ED8">
          <w:rPr>
            <w:rStyle w:val="Hperlink"/>
            <w:szCs w:val="24"/>
          </w:rPr>
          <w:t>mari-ann.sinimaa@fin.ee</w:t>
        </w:r>
      </w:hyperlink>
    </w:p>
    <w:sectPr w:rsidRPr="00AD3F39" w:rsidR="00C36233" w:rsidSect="00CE2D96">
      <w:footerReference w:type="default" r:id="rId15"/>
      <w:footerReference w:type="first" r:id="rId16"/>
      <w:pgSz w:w="11906" w:h="16838" w:orient="portrait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E1BCD" w:rsidP="00DF44DF" w:rsidRDefault="00BE1BCD" w14:paraId="07D3C7ED" w14:textId="77777777">
      <w:r>
        <w:separator/>
      </w:r>
    </w:p>
  </w:endnote>
  <w:endnote w:type="continuationSeparator" w:id="0">
    <w:p w:rsidR="00BE1BCD" w:rsidP="00DF44DF" w:rsidRDefault="00BE1BCD" w14:paraId="1973B0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D2EA7" w:rsidR="00F11CD5" w:rsidP="007056E1" w:rsidRDefault="00A502CA" w14:paraId="6F44CA36" w14:textId="75B791AB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Pr="00AD2EA7" w:rsidR="00F11CD5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Pr="00AD2EA7" w:rsidR="00F11CD5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F11CD5" w:rsidP="000A17B5" w:rsidRDefault="008236BE" w14:paraId="6F41C096" w14:textId="4782FB0C">
    <w:pPr>
      <w:pStyle w:val="Jalus1"/>
    </w:pPr>
    <w:r>
      <w:t>Tartu mnt</w:t>
    </w:r>
    <w:r w:rsidRPr="000A17B5" w:rsidR="00F11CD5">
      <w:t xml:space="preserve"> </w:t>
    </w:r>
    <w:r w:rsidR="00A26B96">
      <w:t xml:space="preserve">85 </w:t>
    </w:r>
    <w:r w:rsidRPr="000A17B5" w:rsidR="00F11CD5">
      <w:t xml:space="preserve">/ </w:t>
    </w:r>
    <w:r w:rsidR="00F11CD5">
      <w:t>101</w:t>
    </w:r>
    <w:r>
      <w:t>15</w:t>
    </w:r>
    <w:r w:rsidRPr="000A17B5" w:rsidR="00F11CD5">
      <w:t xml:space="preserve"> Tallinn</w:t>
    </w:r>
    <w:r w:rsidR="00F11CD5">
      <w:t xml:space="preserve"> / 611 371</w:t>
    </w:r>
    <w:r>
      <w:t>3</w:t>
    </w:r>
    <w:r w:rsidRPr="000A17B5" w:rsidR="00F11CD5">
      <w:t xml:space="preserve"> / </w:t>
    </w:r>
    <w:r w:rsidR="00F11CD5">
      <w:t>vako</w:t>
    </w:r>
    <w:r w:rsidRPr="000A17B5" w:rsidR="00F11CD5">
      <w:t>@</w:t>
    </w:r>
    <w:r w:rsidR="00F11CD5">
      <w:t xml:space="preserve">fin.ee </w:t>
    </w:r>
  </w:p>
  <w:p w:rsidR="00F11CD5" w:rsidP="000A17B5" w:rsidRDefault="00F11CD5" w14:paraId="488625F0" w14:textId="77777777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E1BCD" w:rsidP="00DF44DF" w:rsidRDefault="00BE1BCD" w14:paraId="2F753725" w14:textId="77777777">
      <w:r>
        <w:separator/>
      </w:r>
    </w:p>
  </w:footnote>
  <w:footnote w:type="continuationSeparator" w:id="0">
    <w:p w:rsidR="00BE1BCD" w:rsidP="00DF44DF" w:rsidRDefault="00BE1BCD" w14:paraId="003C894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eastAsiaTheme="minorHAnsi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3F01"/>
    <w:rsid w:val="000101C6"/>
    <w:rsid w:val="0002385B"/>
    <w:rsid w:val="000250B1"/>
    <w:rsid w:val="00025276"/>
    <w:rsid w:val="00027562"/>
    <w:rsid w:val="00035ACB"/>
    <w:rsid w:val="00040EDF"/>
    <w:rsid w:val="00046164"/>
    <w:rsid w:val="0004706D"/>
    <w:rsid w:val="00055150"/>
    <w:rsid w:val="00060947"/>
    <w:rsid w:val="00063ADA"/>
    <w:rsid w:val="00063E6F"/>
    <w:rsid w:val="00066F9F"/>
    <w:rsid w:val="00067E60"/>
    <w:rsid w:val="00073A0E"/>
    <w:rsid w:val="00074D90"/>
    <w:rsid w:val="0008025A"/>
    <w:rsid w:val="00081FA1"/>
    <w:rsid w:val="000855F1"/>
    <w:rsid w:val="000908AD"/>
    <w:rsid w:val="000913FC"/>
    <w:rsid w:val="00097FF1"/>
    <w:rsid w:val="000A0256"/>
    <w:rsid w:val="000A09A6"/>
    <w:rsid w:val="000A17B5"/>
    <w:rsid w:val="000A1AD1"/>
    <w:rsid w:val="000B3FCB"/>
    <w:rsid w:val="000B649B"/>
    <w:rsid w:val="000D3169"/>
    <w:rsid w:val="000D4DD8"/>
    <w:rsid w:val="000E12BF"/>
    <w:rsid w:val="000E2447"/>
    <w:rsid w:val="000F40D0"/>
    <w:rsid w:val="000F5742"/>
    <w:rsid w:val="000F6ED9"/>
    <w:rsid w:val="00101849"/>
    <w:rsid w:val="00101C77"/>
    <w:rsid w:val="00101E63"/>
    <w:rsid w:val="00111532"/>
    <w:rsid w:val="0011484B"/>
    <w:rsid w:val="001203D5"/>
    <w:rsid w:val="00123AA9"/>
    <w:rsid w:val="00124999"/>
    <w:rsid w:val="0012579C"/>
    <w:rsid w:val="00131528"/>
    <w:rsid w:val="00131DC7"/>
    <w:rsid w:val="0013675D"/>
    <w:rsid w:val="001420D6"/>
    <w:rsid w:val="00145E4C"/>
    <w:rsid w:val="001476DB"/>
    <w:rsid w:val="001523BD"/>
    <w:rsid w:val="0015587F"/>
    <w:rsid w:val="00155F0A"/>
    <w:rsid w:val="0015675C"/>
    <w:rsid w:val="00156CD2"/>
    <w:rsid w:val="00157D5A"/>
    <w:rsid w:val="00160130"/>
    <w:rsid w:val="00163736"/>
    <w:rsid w:val="001646F1"/>
    <w:rsid w:val="00165C3F"/>
    <w:rsid w:val="001664A0"/>
    <w:rsid w:val="00175066"/>
    <w:rsid w:val="00180178"/>
    <w:rsid w:val="00183AC7"/>
    <w:rsid w:val="00184434"/>
    <w:rsid w:val="00186F35"/>
    <w:rsid w:val="00192D88"/>
    <w:rsid w:val="00196D5C"/>
    <w:rsid w:val="00197EC8"/>
    <w:rsid w:val="001A3C85"/>
    <w:rsid w:val="001A7D04"/>
    <w:rsid w:val="001B0A30"/>
    <w:rsid w:val="001C17A0"/>
    <w:rsid w:val="001C5BCF"/>
    <w:rsid w:val="001D1123"/>
    <w:rsid w:val="001D3261"/>
    <w:rsid w:val="001D354A"/>
    <w:rsid w:val="001D4CFB"/>
    <w:rsid w:val="001E0ADF"/>
    <w:rsid w:val="001E18DF"/>
    <w:rsid w:val="001E1E91"/>
    <w:rsid w:val="001E32D0"/>
    <w:rsid w:val="001E6D62"/>
    <w:rsid w:val="001E71C6"/>
    <w:rsid w:val="001F0D21"/>
    <w:rsid w:val="001F1352"/>
    <w:rsid w:val="001F3DEF"/>
    <w:rsid w:val="001F4964"/>
    <w:rsid w:val="002008A2"/>
    <w:rsid w:val="00201FF2"/>
    <w:rsid w:val="00203A78"/>
    <w:rsid w:val="00204986"/>
    <w:rsid w:val="00212932"/>
    <w:rsid w:val="00213235"/>
    <w:rsid w:val="002141AC"/>
    <w:rsid w:val="0022334F"/>
    <w:rsid w:val="00225654"/>
    <w:rsid w:val="00233A8A"/>
    <w:rsid w:val="0023710A"/>
    <w:rsid w:val="00247BFD"/>
    <w:rsid w:val="00247E0D"/>
    <w:rsid w:val="00250C32"/>
    <w:rsid w:val="0025238F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75D89"/>
    <w:rsid w:val="0028164D"/>
    <w:rsid w:val="002835BB"/>
    <w:rsid w:val="00287BAB"/>
    <w:rsid w:val="002918CD"/>
    <w:rsid w:val="00293449"/>
    <w:rsid w:val="00294F6D"/>
    <w:rsid w:val="002A1485"/>
    <w:rsid w:val="002A2DF1"/>
    <w:rsid w:val="002A2E38"/>
    <w:rsid w:val="002A6560"/>
    <w:rsid w:val="002A6A59"/>
    <w:rsid w:val="002B0484"/>
    <w:rsid w:val="002B7871"/>
    <w:rsid w:val="002C1AA8"/>
    <w:rsid w:val="002C410B"/>
    <w:rsid w:val="002C435C"/>
    <w:rsid w:val="002D2F34"/>
    <w:rsid w:val="002E60A5"/>
    <w:rsid w:val="002F1E84"/>
    <w:rsid w:val="002F254F"/>
    <w:rsid w:val="002F3ECF"/>
    <w:rsid w:val="002F3FC1"/>
    <w:rsid w:val="002F72CF"/>
    <w:rsid w:val="002F7556"/>
    <w:rsid w:val="002F7EA7"/>
    <w:rsid w:val="00301763"/>
    <w:rsid w:val="003031EE"/>
    <w:rsid w:val="00306615"/>
    <w:rsid w:val="00306FFF"/>
    <w:rsid w:val="00311BF2"/>
    <w:rsid w:val="00314C76"/>
    <w:rsid w:val="00315C0E"/>
    <w:rsid w:val="003220CA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14BA"/>
    <w:rsid w:val="00354059"/>
    <w:rsid w:val="003560A7"/>
    <w:rsid w:val="00360FB6"/>
    <w:rsid w:val="00364C27"/>
    <w:rsid w:val="003669D6"/>
    <w:rsid w:val="003704D7"/>
    <w:rsid w:val="003707E0"/>
    <w:rsid w:val="00371BD4"/>
    <w:rsid w:val="0037487E"/>
    <w:rsid w:val="00381D5F"/>
    <w:rsid w:val="00383F11"/>
    <w:rsid w:val="00386C03"/>
    <w:rsid w:val="00394DCB"/>
    <w:rsid w:val="00395233"/>
    <w:rsid w:val="003A0580"/>
    <w:rsid w:val="003A0AA9"/>
    <w:rsid w:val="003A1B72"/>
    <w:rsid w:val="003A30C0"/>
    <w:rsid w:val="003B2A9C"/>
    <w:rsid w:val="003B4EF1"/>
    <w:rsid w:val="003C0AB6"/>
    <w:rsid w:val="003C2712"/>
    <w:rsid w:val="003C2719"/>
    <w:rsid w:val="003D212E"/>
    <w:rsid w:val="003D30A3"/>
    <w:rsid w:val="003E5129"/>
    <w:rsid w:val="003E7A8C"/>
    <w:rsid w:val="003E7AB6"/>
    <w:rsid w:val="003F2F48"/>
    <w:rsid w:val="003F4596"/>
    <w:rsid w:val="003F58B7"/>
    <w:rsid w:val="004005D9"/>
    <w:rsid w:val="0040334F"/>
    <w:rsid w:val="0041371D"/>
    <w:rsid w:val="004210E9"/>
    <w:rsid w:val="00421A50"/>
    <w:rsid w:val="00422A9A"/>
    <w:rsid w:val="00422FC6"/>
    <w:rsid w:val="00423292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86272"/>
    <w:rsid w:val="0049172D"/>
    <w:rsid w:val="00491A90"/>
    <w:rsid w:val="0049305C"/>
    <w:rsid w:val="004951B0"/>
    <w:rsid w:val="0049551F"/>
    <w:rsid w:val="0049651D"/>
    <w:rsid w:val="004A04DE"/>
    <w:rsid w:val="004A4C5F"/>
    <w:rsid w:val="004A550A"/>
    <w:rsid w:val="004B1AED"/>
    <w:rsid w:val="004B2075"/>
    <w:rsid w:val="004B74EE"/>
    <w:rsid w:val="004C1391"/>
    <w:rsid w:val="004C3056"/>
    <w:rsid w:val="004C6B90"/>
    <w:rsid w:val="004D4695"/>
    <w:rsid w:val="004D4C28"/>
    <w:rsid w:val="004D58BF"/>
    <w:rsid w:val="004E5080"/>
    <w:rsid w:val="004F4466"/>
    <w:rsid w:val="004F7F5B"/>
    <w:rsid w:val="00500205"/>
    <w:rsid w:val="005007CF"/>
    <w:rsid w:val="00500A4D"/>
    <w:rsid w:val="00501FDC"/>
    <w:rsid w:val="00503C56"/>
    <w:rsid w:val="005067BC"/>
    <w:rsid w:val="00506F87"/>
    <w:rsid w:val="005115AC"/>
    <w:rsid w:val="00514184"/>
    <w:rsid w:val="00516BA1"/>
    <w:rsid w:val="00517A7A"/>
    <w:rsid w:val="00526193"/>
    <w:rsid w:val="00527752"/>
    <w:rsid w:val="0053009C"/>
    <w:rsid w:val="00530F52"/>
    <w:rsid w:val="005322EA"/>
    <w:rsid w:val="00534AE3"/>
    <w:rsid w:val="00546204"/>
    <w:rsid w:val="0054782B"/>
    <w:rsid w:val="0054784F"/>
    <w:rsid w:val="00551E24"/>
    <w:rsid w:val="00557534"/>
    <w:rsid w:val="00560A92"/>
    <w:rsid w:val="00564569"/>
    <w:rsid w:val="00564954"/>
    <w:rsid w:val="00565C30"/>
    <w:rsid w:val="00574EF3"/>
    <w:rsid w:val="00575329"/>
    <w:rsid w:val="005811D9"/>
    <w:rsid w:val="0058231F"/>
    <w:rsid w:val="00585AA0"/>
    <w:rsid w:val="00590F9E"/>
    <w:rsid w:val="005A4333"/>
    <w:rsid w:val="005A518D"/>
    <w:rsid w:val="005A5C28"/>
    <w:rsid w:val="005B1EED"/>
    <w:rsid w:val="005B5CE1"/>
    <w:rsid w:val="005B7029"/>
    <w:rsid w:val="005C13D0"/>
    <w:rsid w:val="005C20D3"/>
    <w:rsid w:val="005C3FBC"/>
    <w:rsid w:val="005C7403"/>
    <w:rsid w:val="005E1F39"/>
    <w:rsid w:val="005E3AED"/>
    <w:rsid w:val="005E45BB"/>
    <w:rsid w:val="005E5BE3"/>
    <w:rsid w:val="005F1F83"/>
    <w:rsid w:val="005F25D1"/>
    <w:rsid w:val="005F3AB9"/>
    <w:rsid w:val="005F4C92"/>
    <w:rsid w:val="005F75B0"/>
    <w:rsid w:val="00602834"/>
    <w:rsid w:val="00612E8E"/>
    <w:rsid w:val="006173E1"/>
    <w:rsid w:val="006227EC"/>
    <w:rsid w:val="00624030"/>
    <w:rsid w:val="00624D79"/>
    <w:rsid w:val="00627F5F"/>
    <w:rsid w:val="00632DEB"/>
    <w:rsid w:val="0064784B"/>
    <w:rsid w:val="00653DFC"/>
    <w:rsid w:val="00656352"/>
    <w:rsid w:val="00657A0E"/>
    <w:rsid w:val="00657D2C"/>
    <w:rsid w:val="00660132"/>
    <w:rsid w:val="006628CE"/>
    <w:rsid w:val="00663B52"/>
    <w:rsid w:val="00672938"/>
    <w:rsid w:val="00676483"/>
    <w:rsid w:val="00677062"/>
    <w:rsid w:val="00680609"/>
    <w:rsid w:val="00680B7F"/>
    <w:rsid w:val="00682F3D"/>
    <w:rsid w:val="006839DA"/>
    <w:rsid w:val="006859C4"/>
    <w:rsid w:val="00685DFC"/>
    <w:rsid w:val="006941F5"/>
    <w:rsid w:val="00694B83"/>
    <w:rsid w:val="00697652"/>
    <w:rsid w:val="006A01AC"/>
    <w:rsid w:val="006A2ECB"/>
    <w:rsid w:val="006A45C8"/>
    <w:rsid w:val="006A4D6B"/>
    <w:rsid w:val="006B1977"/>
    <w:rsid w:val="006B1E3B"/>
    <w:rsid w:val="006B20C9"/>
    <w:rsid w:val="006B47AC"/>
    <w:rsid w:val="006B6CD5"/>
    <w:rsid w:val="006C23B2"/>
    <w:rsid w:val="006D4095"/>
    <w:rsid w:val="006D4F6E"/>
    <w:rsid w:val="006E16BD"/>
    <w:rsid w:val="006F0A3E"/>
    <w:rsid w:val="006F18E1"/>
    <w:rsid w:val="006F1FD3"/>
    <w:rsid w:val="006F3BB9"/>
    <w:rsid w:val="006F4D42"/>
    <w:rsid w:val="006F6E1E"/>
    <w:rsid w:val="006F72D7"/>
    <w:rsid w:val="007007A5"/>
    <w:rsid w:val="007056E1"/>
    <w:rsid w:val="00713327"/>
    <w:rsid w:val="00713DBC"/>
    <w:rsid w:val="0071731A"/>
    <w:rsid w:val="00717D0B"/>
    <w:rsid w:val="00721A63"/>
    <w:rsid w:val="00722BC8"/>
    <w:rsid w:val="007247B2"/>
    <w:rsid w:val="00733DBD"/>
    <w:rsid w:val="00734EE1"/>
    <w:rsid w:val="0073567B"/>
    <w:rsid w:val="007416E4"/>
    <w:rsid w:val="007419B1"/>
    <w:rsid w:val="0074377D"/>
    <w:rsid w:val="00745F6D"/>
    <w:rsid w:val="00746932"/>
    <w:rsid w:val="00750A9C"/>
    <w:rsid w:val="0075309C"/>
    <w:rsid w:val="0075695A"/>
    <w:rsid w:val="00760DDE"/>
    <w:rsid w:val="00762C8B"/>
    <w:rsid w:val="0076455B"/>
    <w:rsid w:val="0076798C"/>
    <w:rsid w:val="00775ABC"/>
    <w:rsid w:val="00776C53"/>
    <w:rsid w:val="00785538"/>
    <w:rsid w:val="0078617D"/>
    <w:rsid w:val="007A0B7E"/>
    <w:rsid w:val="007A1DE8"/>
    <w:rsid w:val="007A2E57"/>
    <w:rsid w:val="007A7312"/>
    <w:rsid w:val="007A752B"/>
    <w:rsid w:val="007B34D7"/>
    <w:rsid w:val="007B4631"/>
    <w:rsid w:val="007C1568"/>
    <w:rsid w:val="007C52CA"/>
    <w:rsid w:val="007D03E9"/>
    <w:rsid w:val="007D436E"/>
    <w:rsid w:val="007D54FC"/>
    <w:rsid w:val="007E6058"/>
    <w:rsid w:val="007F0381"/>
    <w:rsid w:val="007F299D"/>
    <w:rsid w:val="007F372F"/>
    <w:rsid w:val="0080669D"/>
    <w:rsid w:val="00807205"/>
    <w:rsid w:val="00811321"/>
    <w:rsid w:val="00811F1A"/>
    <w:rsid w:val="00821DE1"/>
    <w:rsid w:val="008236BE"/>
    <w:rsid w:val="00825D18"/>
    <w:rsid w:val="00831191"/>
    <w:rsid w:val="008328B9"/>
    <w:rsid w:val="00833FD9"/>
    <w:rsid w:val="00835858"/>
    <w:rsid w:val="00837F6B"/>
    <w:rsid w:val="008568B2"/>
    <w:rsid w:val="00857226"/>
    <w:rsid w:val="0086469D"/>
    <w:rsid w:val="00870C52"/>
    <w:rsid w:val="008871E1"/>
    <w:rsid w:val="008919F2"/>
    <w:rsid w:val="00895A32"/>
    <w:rsid w:val="00897C92"/>
    <w:rsid w:val="008A023D"/>
    <w:rsid w:val="008A4989"/>
    <w:rsid w:val="008A6504"/>
    <w:rsid w:val="008B041F"/>
    <w:rsid w:val="008B1A66"/>
    <w:rsid w:val="008B4491"/>
    <w:rsid w:val="008B7881"/>
    <w:rsid w:val="008C0027"/>
    <w:rsid w:val="008C029C"/>
    <w:rsid w:val="008C03FC"/>
    <w:rsid w:val="008C374E"/>
    <w:rsid w:val="008C4DCC"/>
    <w:rsid w:val="008D12FD"/>
    <w:rsid w:val="008D1347"/>
    <w:rsid w:val="008D17C0"/>
    <w:rsid w:val="008D2E47"/>
    <w:rsid w:val="008D4634"/>
    <w:rsid w:val="008D7F2F"/>
    <w:rsid w:val="008E0166"/>
    <w:rsid w:val="008E5D90"/>
    <w:rsid w:val="008E6AC4"/>
    <w:rsid w:val="008F0B50"/>
    <w:rsid w:val="008F27CE"/>
    <w:rsid w:val="00900A75"/>
    <w:rsid w:val="00900ACB"/>
    <w:rsid w:val="009079DE"/>
    <w:rsid w:val="00910CCF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E36"/>
    <w:rsid w:val="009463D5"/>
    <w:rsid w:val="00951260"/>
    <w:rsid w:val="00953A1E"/>
    <w:rsid w:val="0096089E"/>
    <w:rsid w:val="00964407"/>
    <w:rsid w:val="00974583"/>
    <w:rsid w:val="00974C2C"/>
    <w:rsid w:val="00981EFE"/>
    <w:rsid w:val="00983C83"/>
    <w:rsid w:val="00987D10"/>
    <w:rsid w:val="00990DA1"/>
    <w:rsid w:val="00990DF2"/>
    <w:rsid w:val="009926F8"/>
    <w:rsid w:val="00994D2F"/>
    <w:rsid w:val="00995423"/>
    <w:rsid w:val="00996741"/>
    <w:rsid w:val="009B5C42"/>
    <w:rsid w:val="009B7732"/>
    <w:rsid w:val="009C0FA0"/>
    <w:rsid w:val="009C5034"/>
    <w:rsid w:val="009D4820"/>
    <w:rsid w:val="009D61D1"/>
    <w:rsid w:val="009D722C"/>
    <w:rsid w:val="009D7C41"/>
    <w:rsid w:val="009D7EEA"/>
    <w:rsid w:val="009E32E0"/>
    <w:rsid w:val="009E6C09"/>
    <w:rsid w:val="009E7F4A"/>
    <w:rsid w:val="009F045D"/>
    <w:rsid w:val="009F113D"/>
    <w:rsid w:val="009F46CD"/>
    <w:rsid w:val="009F5A09"/>
    <w:rsid w:val="00A00624"/>
    <w:rsid w:val="00A01146"/>
    <w:rsid w:val="00A023F2"/>
    <w:rsid w:val="00A10E66"/>
    <w:rsid w:val="00A1244E"/>
    <w:rsid w:val="00A12CBE"/>
    <w:rsid w:val="00A13FDE"/>
    <w:rsid w:val="00A14756"/>
    <w:rsid w:val="00A17FB0"/>
    <w:rsid w:val="00A205ED"/>
    <w:rsid w:val="00A21114"/>
    <w:rsid w:val="00A2261A"/>
    <w:rsid w:val="00A24CE2"/>
    <w:rsid w:val="00A26A43"/>
    <w:rsid w:val="00A26B96"/>
    <w:rsid w:val="00A3166B"/>
    <w:rsid w:val="00A358CB"/>
    <w:rsid w:val="00A36482"/>
    <w:rsid w:val="00A36E88"/>
    <w:rsid w:val="00A46857"/>
    <w:rsid w:val="00A46965"/>
    <w:rsid w:val="00A502CA"/>
    <w:rsid w:val="00A55223"/>
    <w:rsid w:val="00A562BF"/>
    <w:rsid w:val="00A6223F"/>
    <w:rsid w:val="00A67277"/>
    <w:rsid w:val="00A72066"/>
    <w:rsid w:val="00A72B73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91A49"/>
    <w:rsid w:val="00AA167A"/>
    <w:rsid w:val="00AA7B3E"/>
    <w:rsid w:val="00AB09A8"/>
    <w:rsid w:val="00AB48D3"/>
    <w:rsid w:val="00AC0B4A"/>
    <w:rsid w:val="00AC183F"/>
    <w:rsid w:val="00AC4559"/>
    <w:rsid w:val="00AC4752"/>
    <w:rsid w:val="00AC5788"/>
    <w:rsid w:val="00AD0D4A"/>
    <w:rsid w:val="00AD28E3"/>
    <w:rsid w:val="00AD2EA7"/>
    <w:rsid w:val="00AD3F39"/>
    <w:rsid w:val="00AD45C5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2C7B"/>
    <w:rsid w:val="00B148F8"/>
    <w:rsid w:val="00B163F7"/>
    <w:rsid w:val="00B202BD"/>
    <w:rsid w:val="00B203E3"/>
    <w:rsid w:val="00B22CFA"/>
    <w:rsid w:val="00B24F6F"/>
    <w:rsid w:val="00B33F3A"/>
    <w:rsid w:val="00B35596"/>
    <w:rsid w:val="00B355BB"/>
    <w:rsid w:val="00B4049B"/>
    <w:rsid w:val="00B423DE"/>
    <w:rsid w:val="00B428E1"/>
    <w:rsid w:val="00B51A51"/>
    <w:rsid w:val="00B52CD2"/>
    <w:rsid w:val="00B52EE2"/>
    <w:rsid w:val="00B53CB7"/>
    <w:rsid w:val="00B568D1"/>
    <w:rsid w:val="00B569BC"/>
    <w:rsid w:val="00B57557"/>
    <w:rsid w:val="00B63BEF"/>
    <w:rsid w:val="00B6492F"/>
    <w:rsid w:val="00B64C07"/>
    <w:rsid w:val="00B67132"/>
    <w:rsid w:val="00B70F5B"/>
    <w:rsid w:val="00B73543"/>
    <w:rsid w:val="00B7507E"/>
    <w:rsid w:val="00B77659"/>
    <w:rsid w:val="00B81534"/>
    <w:rsid w:val="00B934C4"/>
    <w:rsid w:val="00B96EA6"/>
    <w:rsid w:val="00BA0142"/>
    <w:rsid w:val="00BA0672"/>
    <w:rsid w:val="00BA2844"/>
    <w:rsid w:val="00BA62E7"/>
    <w:rsid w:val="00BA7ED8"/>
    <w:rsid w:val="00BB0BCF"/>
    <w:rsid w:val="00BB57A1"/>
    <w:rsid w:val="00BB7C66"/>
    <w:rsid w:val="00BC1A62"/>
    <w:rsid w:val="00BC2D0A"/>
    <w:rsid w:val="00BC4429"/>
    <w:rsid w:val="00BC64B8"/>
    <w:rsid w:val="00BD078E"/>
    <w:rsid w:val="00BD292E"/>
    <w:rsid w:val="00BD396D"/>
    <w:rsid w:val="00BD3CCF"/>
    <w:rsid w:val="00BE0CC9"/>
    <w:rsid w:val="00BE1BCD"/>
    <w:rsid w:val="00BE239D"/>
    <w:rsid w:val="00BF2E8C"/>
    <w:rsid w:val="00BF4D7C"/>
    <w:rsid w:val="00BF4E48"/>
    <w:rsid w:val="00BF6DF2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1954"/>
    <w:rsid w:val="00C54367"/>
    <w:rsid w:val="00C57C1D"/>
    <w:rsid w:val="00C60FFF"/>
    <w:rsid w:val="00C62D30"/>
    <w:rsid w:val="00C70DC2"/>
    <w:rsid w:val="00C712E3"/>
    <w:rsid w:val="00C72221"/>
    <w:rsid w:val="00C7580F"/>
    <w:rsid w:val="00C83346"/>
    <w:rsid w:val="00C91041"/>
    <w:rsid w:val="00C91878"/>
    <w:rsid w:val="00C91C90"/>
    <w:rsid w:val="00C942A9"/>
    <w:rsid w:val="00C94F09"/>
    <w:rsid w:val="00CA583B"/>
    <w:rsid w:val="00CA5E57"/>
    <w:rsid w:val="00CA5F0B"/>
    <w:rsid w:val="00CB0B94"/>
    <w:rsid w:val="00CB5F56"/>
    <w:rsid w:val="00CC310B"/>
    <w:rsid w:val="00CC4F4C"/>
    <w:rsid w:val="00CC6762"/>
    <w:rsid w:val="00CD019C"/>
    <w:rsid w:val="00CD03D0"/>
    <w:rsid w:val="00CD1F5F"/>
    <w:rsid w:val="00CD3F70"/>
    <w:rsid w:val="00CD744B"/>
    <w:rsid w:val="00CE0C9D"/>
    <w:rsid w:val="00CE2D96"/>
    <w:rsid w:val="00CE4752"/>
    <w:rsid w:val="00CE49B4"/>
    <w:rsid w:val="00CF089E"/>
    <w:rsid w:val="00CF2B77"/>
    <w:rsid w:val="00CF2EFF"/>
    <w:rsid w:val="00CF4303"/>
    <w:rsid w:val="00CF5278"/>
    <w:rsid w:val="00D013C1"/>
    <w:rsid w:val="00D04ABD"/>
    <w:rsid w:val="00D055E7"/>
    <w:rsid w:val="00D07CF4"/>
    <w:rsid w:val="00D239E9"/>
    <w:rsid w:val="00D23B61"/>
    <w:rsid w:val="00D24191"/>
    <w:rsid w:val="00D27F08"/>
    <w:rsid w:val="00D370D8"/>
    <w:rsid w:val="00D40650"/>
    <w:rsid w:val="00D43893"/>
    <w:rsid w:val="00D45797"/>
    <w:rsid w:val="00D607CD"/>
    <w:rsid w:val="00D60F33"/>
    <w:rsid w:val="00D66A73"/>
    <w:rsid w:val="00D66BBA"/>
    <w:rsid w:val="00D6787F"/>
    <w:rsid w:val="00D71E4F"/>
    <w:rsid w:val="00D771FF"/>
    <w:rsid w:val="00D81A80"/>
    <w:rsid w:val="00D84A8C"/>
    <w:rsid w:val="00D86368"/>
    <w:rsid w:val="00D90347"/>
    <w:rsid w:val="00D9212B"/>
    <w:rsid w:val="00DA2258"/>
    <w:rsid w:val="00DA351A"/>
    <w:rsid w:val="00DA3895"/>
    <w:rsid w:val="00DB0B70"/>
    <w:rsid w:val="00DB2320"/>
    <w:rsid w:val="00DB445E"/>
    <w:rsid w:val="00DB7096"/>
    <w:rsid w:val="00DB71E8"/>
    <w:rsid w:val="00DC0851"/>
    <w:rsid w:val="00DD2F29"/>
    <w:rsid w:val="00DE1DF4"/>
    <w:rsid w:val="00DE36B6"/>
    <w:rsid w:val="00DE7A6E"/>
    <w:rsid w:val="00DF3E6A"/>
    <w:rsid w:val="00DF44DF"/>
    <w:rsid w:val="00DF5C8E"/>
    <w:rsid w:val="00DF60DA"/>
    <w:rsid w:val="00DF7E2D"/>
    <w:rsid w:val="00E00524"/>
    <w:rsid w:val="00E00AB4"/>
    <w:rsid w:val="00E014C5"/>
    <w:rsid w:val="00E023F6"/>
    <w:rsid w:val="00E03DBB"/>
    <w:rsid w:val="00E04B8F"/>
    <w:rsid w:val="00E05220"/>
    <w:rsid w:val="00E109B8"/>
    <w:rsid w:val="00E113E0"/>
    <w:rsid w:val="00E139F3"/>
    <w:rsid w:val="00E16A87"/>
    <w:rsid w:val="00E2256C"/>
    <w:rsid w:val="00E23C4E"/>
    <w:rsid w:val="00E40883"/>
    <w:rsid w:val="00E45DDE"/>
    <w:rsid w:val="00E47B5E"/>
    <w:rsid w:val="00E50F29"/>
    <w:rsid w:val="00E51DD7"/>
    <w:rsid w:val="00E5549C"/>
    <w:rsid w:val="00E57EEA"/>
    <w:rsid w:val="00E72B7E"/>
    <w:rsid w:val="00E74CC8"/>
    <w:rsid w:val="00E811E1"/>
    <w:rsid w:val="00E843E6"/>
    <w:rsid w:val="00E85AC8"/>
    <w:rsid w:val="00E866FC"/>
    <w:rsid w:val="00E93D6B"/>
    <w:rsid w:val="00E96A15"/>
    <w:rsid w:val="00EA0407"/>
    <w:rsid w:val="00EB029C"/>
    <w:rsid w:val="00EB0CE8"/>
    <w:rsid w:val="00EB2CDE"/>
    <w:rsid w:val="00EB3370"/>
    <w:rsid w:val="00EC0361"/>
    <w:rsid w:val="00EC3127"/>
    <w:rsid w:val="00EC4FB0"/>
    <w:rsid w:val="00ED0651"/>
    <w:rsid w:val="00ED1043"/>
    <w:rsid w:val="00EE26ED"/>
    <w:rsid w:val="00EE36C1"/>
    <w:rsid w:val="00EF6A1D"/>
    <w:rsid w:val="00EF7AD9"/>
    <w:rsid w:val="00F02FEB"/>
    <w:rsid w:val="00F05B5A"/>
    <w:rsid w:val="00F10CF3"/>
    <w:rsid w:val="00F11CD5"/>
    <w:rsid w:val="00F21096"/>
    <w:rsid w:val="00F21F63"/>
    <w:rsid w:val="00F23AC2"/>
    <w:rsid w:val="00F278EF"/>
    <w:rsid w:val="00F31C3D"/>
    <w:rsid w:val="00F3301C"/>
    <w:rsid w:val="00F42656"/>
    <w:rsid w:val="00F46838"/>
    <w:rsid w:val="00F46DC1"/>
    <w:rsid w:val="00F54FE8"/>
    <w:rsid w:val="00F5675C"/>
    <w:rsid w:val="00F6781C"/>
    <w:rsid w:val="00F70145"/>
    <w:rsid w:val="00F70918"/>
    <w:rsid w:val="00F7217C"/>
    <w:rsid w:val="00F748B3"/>
    <w:rsid w:val="00F817E6"/>
    <w:rsid w:val="00F83B6F"/>
    <w:rsid w:val="00F86BB8"/>
    <w:rsid w:val="00F905AA"/>
    <w:rsid w:val="00F93BA3"/>
    <w:rsid w:val="00F9645B"/>
    <w:rsid w:val="00F9773D"/>
    <w:rsid w:val="00FA1F9F"/>
    <w:rsid w:val="00FB18B0"/>
    <w:rsid w:val="00FB1BAA"/>
    <w:rsid w:val="00FB6238"/>
    <w:rsid w:val="00FC0BDC"/>
    <w:rsid w:val="00FC18EE"/>
    <w:rsid w:val="00FC300F"/>
    <w:rsid w:val="00FC682E"/>
    <w:rsid w:val="00FC7543"/>
    <w:rsid w:val="00FD0E36"/>
    <w:rsid w:val="00FD1033"/>
    <w:rsid w:val="00FF127C"/>
    <w:rsid w:val="00FF444D"/>
    <w:rsid w:val="00FF5689"/>
    <w:rsid w:val="07394626"/>
    <w:rsid w:val="2D40C4E3"/>
    <w:rsid w:val="3439690C"/>
    <w:rsid w:val="36A28064"/>
    <w:rsid w:val="3ABAA368"/>
    <w:rsid w:val="3B23C6BA"/>
    <w:rsid w:val="4067D6C1"/>
    <w:rsid w:val="487DBCE2"/>
    <w:rsid w:val="53BBFE56"/>
    <w:rsid w:val="54A4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76F37"/>
  <w15:docId w15:val="{B88A727A-5B6A-4D91-A74E-F66C2C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cs="Mangal" w:asciiTheme="majorHAnsi" w:hAnsiTheme="majorHAnsi" w:eastAsiaTheme="majorEastAsia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NumberingSymbols" w:customStyle="1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styleId="Heading" w:customStyle="1">
    <w:name w:val="Heading"/>
    <w:basedOn w:val="Normaallaad"/>
    <w:next w:val="Normaallaad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Index" w:customStyle="1">
    <w:name w:val="Index"/>
    <w:basedOn w:val="Normaallaad"/>
    <w:rsid w:val="00D40650"/>
    <w:pPr>
      <w:suppressLineNumbers/>
    </w:pPr>
  </w:style>
  <w:style w:type="character" w:styleId="PisMrk" w:customStyle="1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JalusMrk" w:customStyle="1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TableContents" w:customStyle="1">
    <w:name w:val="Table Contents"/>
    <w:basedOn w:val="Normaallaad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character" w:styleId="Pealkiri4Mrk" w:customStyle="1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styleId="Pealkiri5Mrk" w:customStyle="1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styleId="Pealkiri6Mrk" w:customStyle="1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styleId="Pealkiri7Mrk" w:customStyle="1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styleId="Pealkiri8Mrk" w:customStyle="1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styleId="Pealkiri9Mrk" w:customStyle="1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Adressaat" w:customStyle="1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10" w:customStyle="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styleId="Snum" w:customStyle="1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6A01AC"/>
    <w:rPr>
      <w:rFonts w:ascii="Tahoma" w:hAnsi="Tahoma" w:eastAsia="SimSun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styleId="KehatekstMrk" w:customStyle="1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styleId="xbe" w:customStyle="1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styleId="mail" w:customStyle="1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styleId="tutorial" w:customStyle="1">
    <w:name w:val="tutorial"/>
    <w:basedOn w:val="Liguvaikefont"/>
    <w:rsid w:val="004C3056"/>
  </w:style>
  <w:style w:type="character" w:styleId="ng-binding" w:customStyle="1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styleId="Lahendamatamainimine1" w:customStyle="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styleId="Default" w:customStyle="1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Lahendamatamainimine2" w:customStyle="1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styleId="Pealkiri1Mrk" w:customStyle="1">
    <w:name w:val="Pealkiri 1 Märk"/>
    <w:basedOn w:val="Liguvaikefont"/>
    <w:link w:val="Pealkiri1"/>
    <w:uiPriority w:val="9"/>
    <w:rsid w:val="009B5C42"/>
    <w:rPr>
      <w:rFonts w:cs="Mangal" w:asciiTheme="majorHAnsi" w:hAnsiTheme="majorHAnsi" w:eastAsiaTheme="majorEastAsia"/>
      <w:color w:val="365F91" w:themeColor="accent1" w:themeShade="BF"/>
      <w:kern w:val="1"/>
      <w:sz w:val="32"/>
      <w:szCs w:val="29"/>
      <w:lang w:eastAsia="zh-CN" w:bidi="hi-IN"/>
    </w:rPr>
  </w:style>
  <w:style w:type="character" w:styleId="Lahendamatamainimine3" w:customStyle="1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styleId="Lahendamatamainimine4" w:customStyle="1">
    <w:name w:val="Lahendamata mainimine4"/>
    <w:basedOn w:val="Liguvaikefont"/>
    <w:uiPriority w:val="99"/>
    <w:semiHidden/>
    <w:unhideWhenUsed/>
    <w:rsid w:val="00B04FDA"/>
    <w:rPr>
      <w:color w:val="605E5C"/>
      <w:shd w:val="clear" w:color="auto" w:fill="E1DFDD"/>
    </w:rPr>
  </w:style>
  <w:style w:type="character" w:styleId="Lahendamatamainimine5" w:customStyle="1">
    <w:name w:val="Lahendamata mainimine5"/>
    <w:basedOn w:val="Liguvaikefont"/>
    <w:uiPriority w:val="99"/>
    <w:semiHidden/>
    <w:unhideWhenUsed/>
    <w:rsid w:val="000F40D0"/>
    <w:rPr>
      <w:color w:val="605E5C"/>
      <w:shd w:val="clear" w:color="auto" w:fill="E1DFDD"/>
    </w:rPr>
  </w:style>
  <w:style w:type="character" w:styleId="Lahendamatamainimine6" w:customStyle="1">
    <w:name w:val="Lahendamata mainimine6"/>
    <w:basedOn w:val="Liguvaikefont"/>
    <w:uiPriority w:val="99"/>
    <w:semiHidden/>
    <w:unhideWhenUsed/>
    <w:rsid w:val="008C4DCC"/>
    <w:rPr>
      <w:color w:val="605E5C"/>
      <w:shd w:val="clear" w:color="auto" w:fill="E1DFDD"/>
    </w:rPr>
  </w:style>
  <w:style w:type="character" w:styleId="Lahendamatamainimine7" w:customStyle="1">
    <w:name w:val="Lahendamata mainimine7"/>
    <w:basedOn w:val="Liguvaikefont"/>
    <w:uiPriority w:val="99"/>
    <w:semiHidden/>
    <w:unhideWhenUsed/>
    <w:rsid w:val="00B77659"/>
    <w:rPr>
      <w:color w:val="605E5C"/>
      <w:shd w:val="clear" w:color="auto" w:fill="E1DFDD"/>
    </w:rPr>
  </w:style>
  <w:style w:type="character" w:styleId="fontstyle01" w:customStyle="1">
    <w:name w:val="fontstyle01"/>
    <w:basedOn w:val="Liguvaikefont"/>
    <w:rsid w:val="00453E63"/>
    <w:rPr>
      <w:rFonts w:hint="default"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kristi.orn@paasteamet.ee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mart.parind@nove.ee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mari-ann.sinimaa@fin.ee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9" ma:contentTypeDescription="Loo uus dokument" ma:contentTypeScope="" ma:versionID="cb141811ad1fc8ab67b618438d2e42f4">
  <xsd:schema xmlns:xsd="http://www.w3.org/2001/XMLSchema" xmlns:xs="http://www.w3.org/2001/XMLSchema" xmlns:p="http://schemas.microsoft.com/office/2006/metadata/properties" xmlns:ns2="6125d6de-2298-4fe5-8cbc-f91a47a9ecff" targetNamespace="http://schemas.microsoft.com/office/2006/metadata/properties" ma:root="true" ma:fieldsID="463b2e66503edcaf3bbea2209253bbaa" ns2:_="">
    <xsd:import namespace="6125d6de-2298-4fe5-8cbc-f91a47a9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AF3F96-C26B-41D6-9186-65E4ED2D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CB493-AA3E-4D1B-9D9B-B22AF678A8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947825-F3B2-472F-AF60-A8880DDF74A6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6125d6de-2298-4fe5-8cbc-f91a47a9ecff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kirjaplank</ap:Template>
  <ap:Application>Microsoft Word for the web</ap:Application>
  <ap:DocSecurity>0</ap:DocSecurity>
  <ap:ScaleCrop>false</ap:ScaleCrop>
  <ap:Company>Riigikantselei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Ulvi.Reimets@fin.ee</dc:creator>
  <lastModifiedBy>Ulvi Reimets - RAM</lastModifiedBy>
  <revision>5</revision>
  <lastPrinted>2021-03-22T08:24:00.0000000Z</lastPrinted>
  <dcterms:created xsi:type="dcterms:W3CDTF">2025-06-11T13:03:00.0000000Z</dcterms:created>
  <dcterms:modified xsi:type="dcterms:W3CDTF">2025-06-12T05:12:50.3713883Z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2025-04-01T08:23:13Z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d457b443-36a7-41b6-b372-f86ec79602cc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</Properties>
</file>